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11483E0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3C4C26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4915576A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3C4C26">
        <w:rPr>
          <w:rFonts w:ascii="Corbel" w:hAnsi="Corbel"/>
          <w:sz w:val="24"/>
          <w:szCs w:val="24"/>
        </w:rPr>
        <w:t>3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3C4C26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015D6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6D8FC7" w:rsidR="0085747A" w:rsidRPr="009C54AE" w:rsidRDefault="0050357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5D2C8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C8CEFA7" w:rsidR="00015B8F" w:rsidRPr="009C54AE" w:rsidRDefault="00015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06CBA8A3" w:rsidR="00F70B22" w:rsidRPr="009C54AE" w:rsidRDefault="0012517F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59A65B9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</w:t>
            </w:r>
            <w:r w:rsidR="0012517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C52EF" w14:textId="77777777" w:rsidR="00C84A49" w:rsidRDefault="00C84A49" w:rsidP="00C16ABF">
      <w:pPr>
        <w:spacing w:after="0" w:line="240" w:lineRule="auto"/>
      </w:pPr>
      <w:r>
        <w:separator/>
      </w:r>
    </w:p>
  </w:endnote>
  <w:endnote w:type="continuationSeparator" w:id="0">
    <w:p w14:paraId="182203B8" w14:textId="77777777" w:rsidR="00C84A49" w:rsidRDefault="00C84A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CAEEC" w14:textId="77777777" w:rsidR="00C84A49" w:rsidRDefault="00C84A49" w:rsidP="00C16ABF">
      <w:pPr>
        <w:spacing w:after="0" w:line="240" w:lineRule="auto"/>
      </w:pPr>
      <w:r>
        <w:separator/>
      </w:r>
    </w:p>
  </w:footnote>
  <w:footnote w:type="continuationSeparator" w:id="0">
    <w:p w14:paraId="0F3FDDCA" w14:textId="77777777" w:rsidR="00C84A49" w:rsidRDefault="00C84A4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D68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17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C2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7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E03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A4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21E7D"/>
    <w:rsid w:val="00E22FBC"/>
    <w:rsid w:val="00E24BF5"/>
    <w:rsid w:val="00E25338"/>
    <w:rsid w:val="00E26711"/>
    <w:rsid w:val="00E45502"/>
    <w:rsid w:val="00E51E44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43D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99EDB7-24FA-4420-8316-637D63C9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2020-12-15T14:24:00Z</dcterms:created>
  <dcterms:modified xsi:type="dcterms:W3CDTF">2022-02-11T10:36:00Z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